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5C959FC1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E7038">
        <w:rPr>
          <w:rFonts w:ascii="Corbel" w:hAnsi="Corbel"/>
          <w:i/>
          <w:smallCaps/>
          <w:sz w:val="24"/>
          <w:szCs w:val="24"/>
        </w:rPr>
        <w:t>2019-2022</w:t>
      </w:r>
    </w:p>
    <w:p w14:paraId="3E97E71F" w14:textId="5686659E" w:rsidR="00310AB9" w:rsidRPr="00C50DF5" w:rsidRDefault="00310AB9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0DF5">
        <w:rPr>
          <w:rFonts w:ascii="Corbel" w:hAnsi="Corbel"/>
          <w:sz w:val="20"/>
          <w:szCs w:val="20"/>
        </w:rPr>
        <w:t>Rok akademicki   202</w:t>
      </w:r>
      <w:r w:rsidR="006E7038">
        <w:rPr>
          <w:rFonts w:ascii="Corbel" w:hAnsi="Corbel"/>
          <w:sz w:val="20"/>
          <w:szCs w:val="20"/>
        </w:rPr>
        <w:t>0</w:t>
      </w:r>
      <w:r w:rsidRPr="00C50DF5">
        <w:rPr>
          <w:rFonts w:ascii="Corbel" w:hAnsi="Corbel"/>
          <w:sz w:val="20"/>
          <w:szCs w:val="20"/>
        </w:rPr>
        <w:t>/202</w:t>
      </w:r>
      <w:r w:rsidR="006E7038">
        <w:rPr>
          <w:rFonts w:ascii="Corbel" w:hAnsi="Corbel"/>
          <w:sz w:val="20"/>
          <w:szCs w:val="20"/>
        </w:rPr>
        <w:t>1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57B39290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E/I/EiZSP/C.4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CD0AB1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3A0ADF2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475A605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712FED0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4D60EC4C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 xml:space="preserve">zajęcia w formie tradycyjnej 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6E7038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70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 zaliczenie z Rachunkowości wskazujące na posiadanie podstawowej wiedzy księgowej (zasady, metody, standardy, przepisy prawa) oraz umiejętności interpretacji zjawisk ekonomicznych w ujęciu przyczynowo-skutkowym.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znajdujących zastosowanie w contollingu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2D6DD732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1FD35D8F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74FA52C4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14A47B1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3D92EB8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023B6B5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39823EC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F261F6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7445B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192C5CB9" w:rsidR="007327C2" w:rsidRDefault="0048097F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2ABC2BAA" w:rsidR="007327C2" w:rsidRDefault="0048097F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iziukiewicz,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ifin,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aczurak-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>Literatura uzupełniajaca: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Naruć,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Ustawa o rachunkowości z dnia 29 września 1994 r ( Dz. U .nr 152 z 2009 r., z póż,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70F6A" w14:textId="77777777" w:rsidR="00DA1411" w:rsidRDefault="00DA1411" w:rsidP="00C16ABF">
      <w:pPr>
        <w:spacing w:after="0" w:line="240" w:lineRule="auto"/>
      </w:pPr>
      <w:r>
        <w:separator/>
      </w:r>
    </w:p>
  </w:endnote>
  <w:endnote w:type="continuationSeparator" w:id="0">
    <w:p w14:paraId="34449A6A" w14:textId="77777777" w:rsidR="00DA1411" w:rsidRDefault="00DA14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31ED4" w14:textId="77777777" w:rsidR="00DA1411" w:rsidRDefault="00DA1411" w:rsidP="00C16ABF">
      <w:pPr>
        <w:spacing w:after="0" w:line="240" w:lineRule="auto"/>
      </w:pPr>
      <w:r>
        <w:separator/>
      </w:r>
    </w:p>
  </w:footnote>
  <w:footnote w:type="continuationSeparator" w:id="0">
    <w:p w14:paraId="0EE0D235" w14:textId="77777777" w:rsidR="00DA1411" w:rsidRDefault="00DA1411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8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097F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E70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141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445B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AF6C66-5E71-494F-9D46-A4E665A11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25E25-11AB-4CDA-A338-6EF98DCA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33389-17A7-46EC-8602-DC9EBDC139D7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873b851-8c95-4849-940f-b0fae918cf6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6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2020-11-08T22:26:00Z</dcterms:created>
  <dcterms:modified xsi:type="dcterms:W3CDTF">2021-02-12T15:55:00Z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